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8BBF4" w14:textId="77777777" w:rsidR="00847D8A" w:rsidRDefault="00561BBA">
      <w:pPr>
        <w:spacing w:line="6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附件4</w:t>
      </w:r>
    </w:p>
    <w:p w14:paraId="327F445A" w14:textId="77777777" w:rsidR="00847D8A" w:rsidRDefault="00561BBA">
      <w:pPr>
        <w:spacing w:line="60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山东省继续教育数字化共享课程政治审查意见</w:t>
      </w:r>
    </w:p>
    <w:p w14:paraId="576DF9D3" w14:textId="77777777" w:rsidR="00847D8A" w:rsidRDefault="00847D8A">
      <w:pPr>
        <w:jc w:val="center"/>
        <w:rPr>
          <w:rFonts w:ascii="Calibri" w:hAnsi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74"/>
        <w:gridCol w:w="2074"/>
        <w:gridCol w:w="4636"/>
      </w:tblGrid>
      <w:tr w:rsidR="00847D8A" w14:paraId="7F0209B2" w14:textId="77777777">
        <w:trPr>
          <w:trHeight w:val="886"/>
        </w:trPr>
        <w:tc>
          <w:tcPr>
            <w:tcW w:w="2074" w:type="dxa"/>
            <w:vMerge w:val="restart"/>
            <w:vAlign w:val="center"/>
          </w:tcPr>
          <w:p w14:paraId="3115F848" w14:textId="77777777" w:rsidR="00847D8A" w:rsidRDefault="00561BBA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</w:rPr>
              <w:t>基</w:t>
            </w:r>
            <w:r>
              <w:rPr>
                <w:rFonts w:ascii="仿宋_GB2312" w:eastAsia="仿宋_GB2312" w:hAnsi="仿宋_GB2312" w:cs="仿宋_GB2312"/>
                <w:kern w:val="0"/>
                <w:sz w:val="28"/>
              </w:rPr>
              <w:t>本信息</w:t>
            </w:r>
          </w:p>
        </w:tc>
        <w:tc>
          <w:tcPr>
            <w:tcW w:w="2074" w:type="dxa"/>
            <w:vAlign w:val="center"/>
          </w:tcPr>
          <w:p w14:paraId="32E2B9D3" w14:textId="77777777" w:rsidR="00847D8A" w:rsidRDefault="00561BBA">
            <w:pPr>
              <w:rPr>
                <w:rFonts w:ascii="仿宋_GB2312" w:eastAsia="仿宋_GB2312" w:hAnsi="仿宋_GB2312" w:cs="仿宋_GB2312"/>
                <w:kern w:val="0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</w:rPr>
              <w:t>课</w:t>
            </w:r>
            <w:r>
              <w:rPr>
                <w:rFonts w:ascii="仿宋_GB2312" w:eastAsia="仿宋_GB2312" w:hAnsi="仿宋_GB2312" w:cs="仿宋_GB2312"/>
                <w:kern w:val="0"/>
                <w:sz w:val="28"/>
              </w:rPr>
              <w:t>程名称</w:t>
            </w:r>
          </w:p>
        </w:tc>
        <w:tc>
          <w:tcPr>
            <w:tcW w:w="4636" w:type="dxa"/>
          </w:tcPr>
          <w:p w14:paraId="3EFF9B0F" w14:textId="77777777" w:rsidR="00847D8A" w:rsidRDefault="00847D8A">
            <w:pPr>
              <w:rPr>
                <w:rFonts w:ascii="仿宋_GB2312" w:eastAsia="仿宋_GB2312" w:hAnsi="仿宋_GB2312" w:cs="仿宋_GB2312"/>
                <w:kern w:val="0"/>
                <w:sz w:val="28"/>
                <w:szCs w:val="21"/>
              </w:rPr>
            </w:pPr>
          </w:p>
          <w:p w14:paraId="6EEC6C42" w14:textId="77777777" w:rsidR="00847D8A" w:rsidRDefault="00847D8A">
            <w:pPr>
              <w:rPr>
                <w:rFonts w:ascii="仿宋_GB2312" w:eastAsia="仿宋_GB2312" w:hAnsi="仿宋_GB2312" w:cs="仿宋_GB2312"/>
                <w:kern w:val="0"/>
                <w:sz w:val="28"/>
              </w:rPr>
            </w:pPr>
          </w:p>
        </w:tc>
      </w:tr>
      <w:tr w:rsidR="00847D8A" w14:paraId="4150473B" w14:textId="77777777">
        <w:trPr>
          <w:trHeight w:val="859"/>
        </w:trPr>
        <w:tc>
          <w:tcPr>
            <w:tcW w:w="2074" w:type="dxa"/>
            <w:vMerge/>
          </w:tcPr>
          <w:p w14:paraId="0C3AFD42" w14:textId="77777777" w:rsidR="00847D8A" w:rsidRDefault="00847D8A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</w:rPr>
            </w:pPr>
          </w:p>
        </w:tc>
        <w:tc>
          <w:tcPr>
            <w:tcW w:w="2074" w:type="dxa"/>
            <w:vAlign w:val="center"/>
          </w:tcPr>
          <w:p w14:paraId="4E128FBD" w14:textId="77777777" w:rsidR="00847D8A" w:rsidRDefault="00561BBA">
            <w:pPr>
              <w:rPr>
                <w:rFonts w:ascii="仿宋_GB2312" w:eastAsia="仿宋_GB2312" w:hAnsi="仿宋_GB2312" w:cs="仿宋_GB2312"/>
                <w:kern w:val="0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</w:rPr>
              <w:t>学</w:t>
            </w:r>
            <w:r>
              <w:rPr>
                <w:rFonts w:ascii="仿宋_GB2312" w:eastAsia="仿宋_GB2312" w:hAnsi="仿宋_GB2312" w:cs="仿宋_GB2312"/>
                <w:kern w:val="0"/>
                <w:sz w:val="28"/>
              </w:rPr>
              <w:t>校名称</w:t>
            </w:r>
          </w:p>
        </w:tc>
        <w:tc>
          <w:tcPr>
            <w:tcW w:w="4636" w:type="dxa"/>
          </w:tcPr>
          <w:p w14:paraId="3921196E" w14:textId="77777777" w:rsidR="00847D8A" w:rsidRDefault="00847D8A">
            <w:pPr>
              <w:rPr>
                <w:rFonts w:ascii="仿宋_GB2312" w:eastAsia="仿宋_GB2312" w:hAnsi="仿宋_GB2312" w:cs="仿宋_GB2312"/>
                <w:kern w:val="0"/>
                <w:sz w:val="28"/>
                <w:szCs w:val="21"/>
              </w:rPr>
            </w:pPr>
          </w:p>
          <w:p w14:paraId="45D96DA6" w14:textId="77777777" w:rsidR="00847D8A" w:rsidRDefault="00847D8A">
            <w:pPr>
              <w:rPr>
                <w:rFonts w:ascii="仿宋_GB2312" w:eastAsia="仿宋_GB2312" w:hAnsi="仿宋_GB2312" w:cs="仿宋_GB2312"/>
                <w:kern w:val="0"/>
                <w:sz w:val="28"/>
              </w:rPr>
            </w:pPr>
          </w:p>
        </w:tc>
      </w:tr>
      <w:tr w:rsidR="00847D8A" w14:paraId="15964F3D" w14:textId="77777777">
        <w:trPr>
          <w:trHeight w:val="918"/>
        </w:trPr>
        <w:tc>
          <w:tcPr>
            <w:tcW w:w="2074" w:type="dxa"/>
            <w:vMerge/>
          </w:tcPr>
          <w:p w14:paraId="3FC978AD" w14:textId="77777777" w:rsidR="00847D8A" w:rsidRDefault="00847D8A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</w:rPr>
            </w:pPr>
          </w:p>
        </w:tc>
        <w:tc>
          <w:tcPr>
            <w:tcW w:w="2074" w:type="dxa"/>
            <w:vAlign w:val="center"/>
          </w:tcPr>
          <w:p w14:paraId="2F27614F" w14:textId="77777777" w:rsidR="00847D8A" w:rsidRDefault="00561BBA">
            <w:pPr>
              <w:rPr>
                <w:rFonts w:ascii="仿宋_GB2312" w:eastAsia="仿宋_GB2312" w:hAnsi="仿宋_GB2312" w:cs="仿宋_GB2312"/>
                <w:kern w:val="0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</w:rPr>
              <w:t>课</w:t>
            </w:r>
            <w:r>
              <w:rPr>
                <w:rFonts w:ascii="仿宋_GB2312" w:eastAsia="仿宋_GB2312" w:hAnsi="仿宋_GB2312" w:cs="仿宋_GB2312"/>
                <w:kern w:val="0"/>
                <w:sz w:val="28"/>
              </w:rPr>
              <w:t>程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</w:rPr>
              <w:t>团</w:t>
            </w:r>
            <w:r>
              <w:rPr>
                <w:rFonts w:ascii="仿宋_GB2312" w:eastAsia="仿宋_GB2312" w:hAnsi="仿宋_GB2312" w:cs="仿宋_GB2312"/>
                <w:kern w:val="0"/>
                <w:sz w:val="28"/>
              </w:rPr>
              <w:t>队成员</w:t>
            </w:r>
          </w:p>
        </w:tc>
        <w:tc>
          <w:tcPr>
            <w:tcW w:w="4636" w:type="dxa"/>
          </w:tcPr>
          <w:p w14:paraId="14CCF316" w14:textId="77777777" w:rsidR="00847D8A" w:rsidRDefault="00847D8A">
            <w:pPr>
              <w:rPr>
                <w:rFonts w:ascii="仿宋_GB2312" w:eastAsia="仿宋_GB2312" w:hAnsi="仿宋_GB2312" w:cs="仿宋_GB2312"/>
                <w:kern w:val="0"/>
                <w:sz w:val="28"/>
              </w:rPr>
            </w:pPr>
          </w:p>
        </w:tc>
      </w:tr>
      <w:tr w:rsidR="00847D8A" w14:paraId="772F5C3C" w14:textId="77777777">
        <w:trPr>
          <w:trHeight w:val="1757"/>
        </w:trPr>
        <w:tc>
          <w:tcPr>
            <w:tcW w:w="2074" w:type="dxa"/>
            <w:vAlign w:val="center"/>
          </w:tcPr>
          <w:p w14:paraId="426A8C22" w14:textId="77777777" w:rsidR="00847D8A" w:rsidRDefault="00561BBA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</w:rPr>
              <w:t>课</w:t>
            </w:r>
            <w:r>
              <w:rPr>
                <w:rFonts w:ascii="仿宋_GB2312" w:eastAsia="仿宋_GB2312" w:hAnsi="仿宋_GB2312" w:cs="仿宋_GB2312"/>
                <w:kern w:val="0"/>
                <w:sz w:val="28"/>
              </w:rPr>
              <w:t>程团队成员政治审查意见</w:t>
            </w:r>
          </w:p>
        </w:tc>
        <w:tc>
          <w:tcPr>
            <w:tcW w:w="6710" w:type="dxa"/>
            <w:gridSpan w:val="2"/>
          </w:tcPr>
          <w:p w14:paraId="0C8EDE4E" w14:textId="77777777" w:rsidR="00847D8A" w:rsidRDefault="00847D8A" w:rsidP="00F60924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</w:rPr>
            </w:pPr>
          </w:p>
          <w:p w14:paraId="5FF303AA" w14:textId="77777777" w:rsidR="00847D8A" w:rsidRDefault="00847D8A" w:rsidP="00F60924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1"/>
              </w:rPr>
            </w:pPr>
          </w:p>
          <w:p w14:paraId="08E08CD8" w14:textId="77777777" w:rsidR="00847D8A" w:rsidRDefault="00847D8A" w:rsidP="00F60924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1"/>
              </w:rPr>
            </w:pPr>
          </w:p>
          <w:p w14:paraId="2987E627" w14:textId="77777777" w:rsidR="00847D8A" w:rsidRDefault="00847D8A" w:rsidP="00F60924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</w:rPr>
            </w:pPr>
          </w:p>
          <w:p w14:paraId="5D953C09" w14:textId="77777777" w:rsidR="00847D8A" w:rsidRDefault="00847D8A" w:rsidP="00F60924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</w:rPr>
            </w:pPr>
          </w:p>
          <w:p w14:paraId="412D0541" w14:textId="77777777" w:rsidR="00847D8A" w:rsidRDefault="00847D8A" w:rsidP="00F60924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</w:rPr>
            </w:pPr>
          </w:p>
        </w:tc>
      </w:tr>
      <w:tr w:rsidR="00847D8A" w14:paraId="7FA60764" w14:textId="77777777">
        <w:trPr>
          <w:trHeight w:val="1951"/>
        </w:trPr>
        <w:tc>
          <w:tcPr>
            <w:tcW w:w="2074" w:type="dxa"/>
            <w:vAlign w:val="center"/>
          </w:tcPr>
          <w:p w14:paraId="6EF270E4" w14:textId="77777777" w:rsidR="00847D8A" w:rsidRDefault="00561BBA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</w:rPr>
              <w:t>课</w:t>
            </w:r>
            <w:r>
              <w:rPr>
                <w:rFonts w:ascii="仿宋_GB2312" w:eastAsia="仿宋_GB2312" w:hAnsi="仿宋_GB2312" w:cs="仿宋_GB2312"/>
                <w:kern w:val="0"/>
                <w:sz w:val="28"/>
              </w:rPr>
              <w:t>程内容政治审查意见</w:t>
            </w:r>
          </w:p>
        </w:tc>
        <w:tc>
          <w:tcPr>
            <w:tcW w:w="6710" w:type="dxa"/>
            <w:gridSpan w:val="2"/>
          </w:tcPr>
          <w:p w14:paraId="65E1C7D9" w14:textId="77777777" w:rsidR="00847D8A" w:rsidRDefault="00847D8A" w:rsidP="00F60924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</w:rPr>
            </w:pPr>
          </w:p>
          <w:p w14:paraId="21BCB4C3" w14:textId="77777777" w:rsidR="00847D8A" w:rsidRDefault="00847D8A" w:rsidP="00F60924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1"/>
              </w:rPr>
            </w:pPr>
          </w:p>
          <w:p w14:paraId="5F6F6A04" w14:textId="77777777" w:rsidR="00847D8A" w:rsidRDefault="00847D8A" w:rsidP="00F60924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1"/>
              </w:rPr>
            </w:pPr>
          </w:p>
          <w:p w14:paraId="5042F8BD" w14:textId="77777777" w:rsidR="00847D8A" w:rsidRDefault="00847D8A" w:rsidP="00F60924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</w:rPr>
            </w:pPr>
          </w:p>
          <w:p w14:paraId="344D49F8" w14:textId="77777777" w:rsidR="00847D8A" w:rsidRDefault="00847D8A" w:rsidP="00F60924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</w:rPr>
            </w:pPr>
          </w:p>
          <w:p w14:paraId="141B8ABC" w14:textId="77777777" w:rsidR="00847D8A" w:rsidRDefault="00847D8A" w:rsidP="00F60924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</w:rPr>
            </w:pPr>
          </w:p>
        </w:tc>
      </w:tr>
      <w:tr w:rsidR="00847D8A" w14:paraId="774F72EA" w14:textId="77777777" w:rsidTr="00F60924">
        <w:trPr>
          <w:trHeight w:val="3251"/>
        </w:trPr>
        <w:tc>
          <w:tcPr>
            <w:tcW w:w="2074" w:type="dxa"/>
            <w:vAlign w:val="center"/>
          </w:tcPr>
          <w:p w14:paraId="1F7670E8" w14:textId="77777777" w:rsidR="00847D8A" w:rsidRDefault="00561BBA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</w:rPr>
              <w:t>单</w:t>
            </w:r>
            <w:r>
              <w:rPr>
                <w:rFonts w:ascii="仿宋_GB2312" w:eastAsia="仿宋_GB2312" w:hAnsi="仿宋_GB2312" w:cs="仿宋_GB2312"/>
                <w:kern w:val="0"/>
                <w:sz w:val="28"/>
              </w:rPr>
              <w:t>位审核意见</w:t>
            </w:r>
          </w:p>
        </w:tc>
        <w:tc>
          <w:tcPr>
            <w:tcW w:w="6710" w:type="dxa"/>
            <w:gridSpan w:val="2"/>
          </w:tcPr>
          <w:p w14:paraId="1DD62536" w14:textId="77777777" w:rsidR="00847D8A" w:rsidRDefault="00561BBA" w:rsidP="00F60924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</w:rPr>
              <w:t>由</w:t>
            </w:r>
            <w:r>
              <w:rPr>
                <w:rFonts w:ascii="仿宋_GB2312" w:eastAsia="仿宋_GB2312" w:hAnsi="仿宋_GB2312" w:cs="仿宋_GB2312"/>
                <w:kern w:val="0"/>
                <w:sz w:val="28"/>
              </w:rPr>
              <w:t>课程所在学校党委审核盖章</w:t>
            </w:r>
          </w:p>
          <w:p w14:paraId="2CB7EDEA" w14:textId="77777777" w:rsidR="00847D8A" w:rsidRPr="00F60924" w:rsidRDefault="00847D8A" w:rsidP="00F60924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272EEB7F" w14:textId="77777777" w:rsidR="00847D8A" w:rsidRPr="00F60924" w:rsidRDefault="00847D8A" w:rsidP="00F60924">
            <w:pPr>
              <w:pStyle w:val="2"/>
              <w:numPr>
                <w:ilvl w:val="1"/>
                <w:numId w:val="0"/>
              </w:numPr>
              <w:spacing w:line="360" w:lineRule="exact"/>
              <w:rPr>
                <w:sz w:val="28"/>
                <w:szCs w:val="28"/>
              </w:rPr>
            </w:pPr>
          </w:p>
          <w:p w14:paraId="4E0D3789" w14:textId="77777777" w:rsidR="00847D8A" w:rsidRPr="00F60924" w:rsidRDefault="00847D8A" w:rsidP="00F60924">
            <w:pPr>
              <w:spacing w:line="360" w:lineRule="exact"/>
              <w:rPr>
                <w:sz w:val="28"/>
                <w:szCs w:val="28"/>
              </w:rPr>
            </w:pPr>
          </w:p>
          <w:p w14:paraId="6C1858C9" w14:textId="77777777" w:rsidR="00847D8A" w:rsidRPr="00F60924" w:rsidRDefault="00847D8A" w:rsidP="00F60924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7D1304F0" w14:textId="77777777" w:rsidR="00847D8A" w:rsidRDefault="00561BBA" w:rsidP="00F60924">
            <w:pPr>
              <w:spacing w:line="360" w:lineRule="exact"/>
              <w:ind w:firstLineChars="900" w:firstLine="2520"/>
              <w:rPr>
                <w:rFonts w:ascii="仿宋_GB2312" w:eastAsia="仿宋_GB2312" w:hAnsi="仿宋_GB2312" w:cs="仿宋_GB2312"/>
                <w:kern w:val="0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</w:rPr>
              <w:t>单</w:t>
            </w:r>
            <w:r>
              <w:rPr>
                <w:rFonts w:ascii="仿宋_GB2312" w:eastAsia="仿宋_GB2312" w:hAnsi="仿宋_GB2312" w:cs="仿宋_GB2312"/>
                <w:kern w:val="0"/>
                <w:sz w:val="28"/>
              </w:rPr>
              <w:t>位党组织：</w:t>
            </w:r>
          </w:p>
          <w:p w14:paraId="5DB15702" w14:textId="77777777" w:rsidR="00847D8A" w:rsidRDefault="00561BBA" w:rsidP="00F60924">
            <w:pPr>
              <w:spacing w:line="360" w:lineRule="exact"/>
              <w:ind w:firstLineChars="900" w:firstLine="2520"/>
              <w:rPr>
                <w:rFonts w:ascii="仿宋_GB2312" w:eastAsia="仿宋_GB2312" w:hAnsi="仿宋_GB2312" w:cs="仿宋_GB2312"/>
                <w:kern w:val="0"/>
                <w:sz w:val="28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</w:rPr>
              <w:t>（单</w:t>
            </w:r>
            <w:r>
              <w:rPr>
                <w:rFonts w:ascii="仿宋_GB2312" w:eastAsia="仿宋_GB2312" w:hAnsi="仿宋_GB2312" w:cs="仿宋_GB2312"/>
                <w:kern w:val="0"/>
                <w:sz w:val="28"/>
              </w:rPr>
              <w:t>位党组织公章）</w:t>
            </w:r>
          </w:p>
          <w:p w14:paraId="7763D040" w14:textId="77777777" w:rsidR="00847D8A" w:rsidRDefault="00847D8A" w:rsidP="00F60924">
            <w:pPr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</w:rPr>
            </w:pPr>
          </w:p>
          <w:p w14:paraId="4B391000" w14:textId="77777777" w:rsidR="00847D8A" w:rsidRDefault="00561BBA" w:rsidP="00F60924">
            <w:pPr>
              <w:spacing w:line="360" w:lineRule="exact"/>
              <w:ind w:firstLineChars="900" w:firstLine="2520"/>
              <w:rPr>
                <w:rFonts w:ascii="仿宋_GB2312" w:eastAsia="仿宋_GB2312" w:hAnsi="仿宋_GB2312" w:cs="仿宋_GB2312"/>
                <w:kern w:val="0"/>
                <w:sz w:val="28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</w:rPr>
              <w:t>日期：</w:t>
            </w:r>
          </w:p>
          <w:p w14:paraId="6727A770" w14:textId="77777777" w:rsidR="00847D8A" w:rsidRDefault="00847D8A" w:rsidP="00F60924">
            <w:pPr>
              <w:spacing w:line="360" w:lineRule="exact"/>
              <w:ind w:firstLineChars="900" w:firstLine="2520"/>
              <w:rPr>
                <w:rFonts w:ascii="仿宋_GB2312" w:eastAsia="仿宋_GB2312" w:hAnsi="仿宋_GB2312" w:cs="仿宋_GB2312"/>
                <w:kern w:val="0"/>
                <w:sz w:val="28"/>
              </w:rPr>
            </w:pPr>
          </w:p>
        </w:tc>
      </w:tr>
    </w:tbl>
    <w:p w14:paraId="4D48471D" w14:textId="042AD2A9" w:rsidR="00847D8A" w:rsidRDefault="00847D8A" w:rsidP="00F60924">
      <w:pPr>
        <w:spacing w:line="440" w:lineRule="exact"/>
        <w:rPr>
          <w:rFonts w:ascii="仿宋_GB2312" w:eastAsia="仿宋_GB2312" w:hint="eastAsia"/>
          <w:sz w:val="32"/>
          <w:szCs w:val="32"/>
        </w:rPr>
      </w:pPr>
    </w:p>
    <w:sectPr w:rsidR="00847D8A" w:rsidSect="00F60924">
      <w:footerReference w:type="even" r:id="rId9"/>
      <w:footerReference w:type="default" r:id="rId10"/>
      <w:pgSz w:w="11906" w:h="16838"/>
      <w:pgMar w:top="1644" w:right="1531" w:bottom="1644" w:left="1531" w:header="851" w:footer="1644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D2A60" w14:textId="77777777" w:rsidR="00395C5B" w:rsidRDefault="00395C5B">
      <w:r>
        <w:separator/>
      </w:r>
    </w:p>
  </w:endnote>
  <w:endnote w:type="continuationSeparator" w:id="0">
    <w:p w14:paraId="79D6CE2E" w14:textId="77777777" w:rsidR="00395C5B" w:rsidRDefault="00395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E9CDE" w14:textId="77777777" w:rsidR="00847D8A" w:rsidRDefault="00561BBA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394C013" w14:textId="77777777" w:rsidR="00847D8A" w:rsidRDefault="00847D8A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5337" w14:textId="77777777" w:rsidR="00847D8A" w:rsidRDefault="00561BBA">
    <w:pPr>
      <w:pStyle w:val="a3"/>
      <w:framePr w:wrap="around" w:vAnchor="text" w:hAnchor="margin" w:xAlign="outside" w:y="1"/>
      <w:ind w:leftChars="150" w:left="315" w:rightChars="150" w:right="315"/>
      <w:rPr>
        <w:rStyle w:val="a5"/>
        <w:sz w:val="28"/>
        <w:szCs w:val="28"/>
      </w:rPr>
    </w:pPr>
    <w:r>
      <w:rPr>
        <w:rStyle w:val="a5"/>
        <w:sz w:val="28"/>
        <w:szCs w:val="28"/>
      </w:rPr>
      <w:t xml:space="preserve">— </w:t>
    </w:r>
    <w:r>
      <w:rPr>
        <w:rStyle w:val="a5"/>
        <w:sz w:val="28"/>
        <w:szCs w:val="28"/>
      </w:rPr>
      <w:fldChar w:fldCharType="begin"/>
    </w:r>
    <w:r>
      <w:rPr>
        <w:rStyle w:val="a5"/>
        <w:sz w:val="28"/>
        <w:szCs w:val="28"/>
      </w:rPr>
      <w:instrText xml:space="preserve">PAGE  </w:instrText>
    </w:r>
    <w:r>
      <w:rPr>
        <w:rStyle w:val="a5"/>
        <w:sz w:val="28"/>
        <w:szCs w:val="28"/>
      </w:rPr>
      <w:fldChar w:fldCharType="separate"/>
    </w:r>
    <w:r>
      <w:rPr>
        <w:rStyle w:val="a5"/>
        <w:sz w:val="28"/>
        <w:szCs w:val="28"/>
      </w:rPr>
      <w:t>4</w:t>
    </w:r>
    <w:r>
      <w:rPr>
        <w:rStyle w:val="a5"/>
        <w:sz w:val="28"/>
        <w:szCs w:val="28"/>
      </w:rPr>
      <w:fldChar w:fldCharType="end"/>
    </w:r>
    <w:r>
      <w:rPr>
        <w:rStyle w:val="a5"/>
        <w:sz w:val="28"/>
        <w:szCs w:val="28"/>
      </w:rPr>
      <w:t xml:space="preserve"> —</w:t>
    </w:r>
  </w:p>
  <w:p w14:paraId="0CDE4C03" w14:textId="77777777" w:rsidR="00847D8A" w:rsidRDefault="00847D8A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3E0E9" w14:textId="77777777" w:rsidR="00395C5B" w:rsidRDefault="00395C5B">
      <w:r>
        <w:separator/>
      </w:r>
    </w:p>
  </w:footnote>
  <w:footnote w:type="continuationSeparator" w:id="0">
    <w:p w14:paraId="320880FC" w14:textId="77777777" w:rsidR="00395C5B" w:rsidRDefault="00395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CA01650"/>
    <w:multiLevelType w:val="multilevel"/>
    <w:tmpl w:val="ECA01650"/>
    <w:lvl w:ilvl="0">
      <w:start w:val="1"/>
      <w:numFmt w:val="chineseCountingThousand"/>
      <w:suff w:val="space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chineseCountingThousand"/>
      <w:pStyle w:val="2"/>
      <w:suff w:val="space"/>
      <w:lvlText w:val="第%2节"/>
      <w:lvlJc w:val="left"/>
      <w:pPr>
        <w:ind w:left="0" w:firstLine="0"/>
      </w:pPr>
      <w:rPr>
        <w:rFonts w:hint="eastAsia"/>
      </w:rPr>
    </w:lvl>
    <w:lvl w:ilvl="2">
      <w:start w:val="1"/>
      <w:numFmt w:val="chineseCountingThousand"/>
      <w:suff w:val="nothing"/>
      <w:lvlText w:val="%3、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suff w:val="nothing"/>
      <w:lvlText w:val="%4.%5."/>
      <w:lvlJc w:val="left"/>
      <w:pPr>
        <w:ind w:left="142" w:firstLine="0"/>
      </w:pPr>
      <w:rPr>
        <w:rFonts w:hint="eastAsia"/>
      </w:rPr>
    </w:lvl>
    <w:lvl w:ilvl="5">
      <w:start w:val="1"/>
      <w:numFmt w:val="decimal"/>
      <w:suff w:val="nothing"/>
      <w:lvlText w:val="%4.%5.%6."/>
      <w:lvlJc w:val="left"/>
      <w:pPr>
        <w:ind w:left="0" w:firstLine="284"/>
      </w:pPr>
      <w:rPr>
        <w:rFonts w:hint="eastAsia"/>
      </w:rPr>
    </w:lvl>
    <w:lvl w:ilvl="6">
      <w:start w:val="1"/>
      <w:numFmt w:val="decimal"/>
      <w:suff w:val="nothing"/>
      <w:lvlText w:val="%7）"/>
      <w:lvlJc w:val="left"/>
      <w:pPr>
        <w:ind w:left="740" w:hanging="340"/>
      </w:pPr>
      <w:rPr>
        <w:rFonts w:hint="eastAsia"/>
      </w:rPr>
    </w:lvl>
    <w:lvl w:ilvl="7">
      <w:start w:val="1"/>
      <w:numFmt w:val="upperLetter"/>
      <w:suff w:val="nothing"/>
      <w:lvlText w:val="%8."/>
      <w:lvlJc w:val="left"/>
      <w:pPr>
        <w:ind w:left="1134" w:hanging="283"/>
      </w:pPr>
      <w:rPr>
        <w:rFonts w:hint="eastAsia"/>
      </w:rPr>
    </w:lvl>
    <w:lvl w:ilvl="8">
      <w:start w:val="1"/>
      <w:numFmt w:val="lowerLetter"/>
      <w:suff w:val="nothing"/>
      <w:lvlText w:val="%9."/>
      <w:lvlJc w:val="left"/>
      <w:pPr>
        <w:ind w:left="1427" w:hanging="227"/>
      </w:pPr>
      <w:rPr>
        <w:rFonts w:hint="eastAsia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FFE024E"/>
    <w:rsid w:val="00010266"/>
    <w:rsid w:val="000102C3"/>
    <w:rsid w:val="0002722E"/>
    <w:rsid w:val="000A094F"/>
    <w:rsid w:val="000A51D6"/>
    <w:rsid w:val="000D1704"/>
    <w:rsid w:val="000F6019"/>
    <w:rsid w:val="00100156"/>
    <w:rsid w:val="001331E3"/>
    <w:rsid w:val="001414E6"/>
    <w:rsid w:val="00150F26"/>
    <w:rsid w:val="00167D58"/>
    <w:rsid w:val="001A1AD1"/>
    <w:rsid w:val="00205D3A"/>
    <w:rsid w:val="0025618C"/>
    <w:rsid w:val="002675B8"/>
    <w:rsid w:val="00275F59"/>
    <w:rsid w:val="00295935"/>
    <w:rsid w:val="002C3532"/>
    <w:rsid w:val="002D36A6"/>
    <w:rsid w:val="0032220F"/>
    <w:rsid w:val="003340EC"/>
    <w:rsid w:val="003751E7"/>
    <w:rsid w:val="00395C5B"/>
    <w:rsid w:val="003F0A3F"/>
    <w:rsid w:val="003F186A"/>
    <w:rsid w:val="0040787C"/>
    <w:rsid w:val="004255E8"/>
    <w:rsid w:val="00445BAA"/>
    <w:rsid w:val="00450D69"/>
    <w:rsid w:val="00461822"/>
    <w:rsid w:val="00475796"/>
    <w:rsid w:val="004B0A45"/>
    <w:rsid w:val="004D0C4C"/>
    <w:rsid w:val="004D73FC"/>
    <w:rsid w:val="004F3958"/>
    <w:rsid w:val="0050349A"/>
    <w:rsid w:val="0052423E"/>
    <w:rsid w:val="00544492"/>
    <w:rsid w:val="00556BBC"/>
    <w:rsid w:val="00561BBA"/>
    <w:rsid w:val="00572629"/>
    <w:rsid w:val="0057754F"/>
    <w:rsid w:val="00584E26"/>
    <w:rsid w:val="00585162"/>
    <w:rsid w:val="005A16A3"/>
    <w:rsid w:val="005A25FA"/>
    <w:rsid w:val="005A6AB3"/>
    <w:rsid w:val="005C41F8"/>
    <w:rsid w:val="00666697"/>
    <w:rsid w:val="006833BA"/>
    <w:rsid w:val="006B5CE2"/>
    <w:rsid w:val="006C2E79"/>
    <w:rsid w:val="006C2FB5"/>
    <w:rsid w:val="0071780E"/>
    <w:rsid w:val="00726544"/>
    <w:rsid w:val="00730E9B"/>
    <w:rsid w:val="00754F83"/>
    <w:rsid w:val="00762646"/>
    <w:rsid w:val="00792C88"/>
    <w:rsid w:val="007D62F1"/>
    <w:rsid w:val="007E30A8"/>
    <w:rsid w:val="007E5224"/>
    <w:rsid w:val="0081034F"/>
    <w:rsid w:val="00847D8A"/>
    <w:rsid w:val="00847F66"/>
    <w:rsid w:val="008857D0"/>
    <w:rsid w:val="008A67A6"/>
    <w:rsid w:val="00905158"/>
    <w:rsid w:val="009102BE"/>
    <w:rsid w:val="00957444"/>
    <w:rsid w:val="00985EEB"/>
    <w:rsid w:val="009A73E2"/>
    <w:rsid w:val="009B2EAC"/>
    <w:rsid w:val="009C7207"/>
    <w:rsid w:val="009D186D"/>
    <w:rsid w:val="00A31DCE"/>
    <w:rsid w:val="00A55E34"/>
    <w:rsid w:val="00A925CA"/>
    <w:rsid w:val="00AB0B58"/>
    <w:rsid w:val="00AB0DE0"/>
    <w:rsid w:val="00AE28A8"/>
    <w:rsid w:val="00B10E6E"/>
    <w:rsid w:val="00B24265"/>
    <w:rsid w:val="00B35B72"/>
    <w:rsid w:val="00B60FB2"/>
    <w:rsid w:val="00B6591F"/>
    <w:rsid w:val="00B83F06"/>
    <w:rsid w:val="00B86524"/>
    <w:rsid w:val="00C34E51"/>
    <w:rsid w:val="00C446A0"/>
    <w:rsid w:val="00C66C5A"/>
    <w:rsid w:val="00CB288D"/>
    <w:rsid w:val="00CE0CA6"/>
    <w:rsid w:val="00CE155C"/>
    <w:rsid w:val="00CF149C"/>
    <w:rsid w:val="00D020AE"/>
    <w:rsid w:val="00D64446"/>
    <w:rsid w:val="00DF4B5E"/>
    <w:rsid w:val="00E500BC"/>
    <w:rsid w:val="00E53C59"/>
    <w:rsid w:val="00E54023"/>
    <w:rsid w:val="00E80D7A"/>
    <w:rsid w:val="00E92303"/>
    <w:rsid w:val="00EB343C"/>
    <w:rsid w:val="00EE16D6"/>
    <w:rsid w:val="00EF0353"/>
    <w:rsid w:val="00F55CD2"/>
    <w:rsid w:val="00F60924"/>
    <w:rsid w:val="00F74267"/>
    <w:rsid w:val="00F74392"/>
    <w:rsid w:val="00F752EB"/>
    <w:rsid w:val="00FA30E9"/>
    <w:rsid w:val="00FD5908"/>
    <w:rsid w:val="06B75BB3"/>
    <w:rsid w:val="0C99751F"/>
    <w:rsid w:val="0FFE024E"/>
    <w:rsid w:val="155847C4"/>
    <w:rsid w:val="2502610D"/>
    <w:rsid w:val="26414F71"/>
    <w:rsid w:val="34057E74"/>
    <w:rsid w:val="414E1927"/>
    <w:rsid w:val="4AAB72D8"/>
    <w:rsid w:val="4B246393"/>
    <w:rsid w:val="57745FCC"/>
    <w:rsid w:val="7A49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2AD9B73"/>
  <w15:docId w15:val="{5E904F1A-186F-4FD4-9ABA-370B6F594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numPr>
        <w:ilvl w:val="1"/>
        <w:numId w:val="1"/>
      </w:numPr>
      <w:overflowPunct w:val="0"/>
      <w:topLinePunct/>
      <w:outlineLvl w:val="1"/>
    </w:pPr>
    <w:rPr>
      <w:rFonts w:eastAsia="楷体" w:hAnsi="Arial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</w:style>
  <w:style w:type="paragraph" w:customStyle="1" w:styleId="Normal0">
    <w:name w:val="Normal_0"/>
    <w:qFormat/>
    <w:pPr>
      <w:spacing w:before="120" w:after="2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al1">
    <w:name w:val="Normal_1"/>
    <w:qFormat/>
    <w:pPr>
      <w:spacing w:before="120" w:after="2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al2">
    <w:name w:val="Normal_2"/>
    <w:qFormat/>
    <w:pPr>
      <w:spacing w:before="120" w:after="2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al3">
    <w:name w:val="Normal_3"/>
    <w:qFormat/>
    <w:pPr>
      <w:spacing w:before="120" w:after="2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">
    <w:name w:val="网格型1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网格型2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7169;&#26495;\&#40065;&#25945;X&#20989;&#65288;&#26080;&#32534;&#21495;&#65289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D36FB1B-5100-4D71-84A5-9F08B4959F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鲁教X函（无编号）.dot</Template>
  <TotalTime>7</TotalTime>
  <Pages>1</Pages>
  <Words>73</Words>
  <Characters>73</Characters>
  <Application>Microsoft Office Word</Application>
  <DocSecurity>0</DocSecurity>
  <Lines>4</Lines>
  <Paragraphs>3</Paragraphs>
  <ScaleCrop>false</ScaleCrop>
  <Company>P R C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山东省教育厅</dc:title>
  <dc:creator>文印1</dc:creator>
  <cp:lastModifiedBy>userName</cp:lastModifiedBy>
  <cp:revision>5</cp:revision>
  <dcterms:created xsi:type="dcterms:W3CDTF">2025-09-17T02:01:00Z</dcterms:created>
  <dcterms:modified xsi:type="dcterms:W3CDTF">2025-09-17T02:24:00Z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C6A286071EEC43FB90ED662B8200C075_11</vt:lpwstr>
  </property>
  <property fmtid="{D5CDD505-2E9C-101B-9397-08002B2CF9AE}" pid="4" name="KSOTemplateDocerSaveRecord">
    <vt:lpwstr>eyJoZGlkIjoiOTEzYWY1NTRjNWY0ZGUwM2Y1YzE5YzI5ZGY5ZGJhZmUiLCJ1c2VySWQiOiIyMzM1MDM5MCJ9</vt:lpwstr>
  </property>
</Properties>
</file>